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06F" w:rsidRDefault="003C2459" w:rsidP="00D6420A">
      <w:pPr>
        <w:pStyle w:val="Nzev"/>
        <w:shd w:val="clear" w:color="auto" w:fill="auto"/>
      </w:pPr>
      <w:bookmarkStart w:id="0" w:name="_GoBack"/>
      <w:bookmarkEnd w:id="0"/>
      <w:r>
        <w:t>P</w:t>
      </w:r>
      <w:r w:rsidR="003926D0">
        <w:t xml:space="preserve">říloha </w:t>
      </w:r>
      <w:r w:rsidR="006B3C93">
        <w:t>4</w:t>
      </w:r>
    </w:p>
    <w:p w:rsidR="002E106F" w:rsidRDefault="003257B3">
      <w:pPr>
        <w:spacing w:before="1320"/>
        <w:rPr>
          <w:caps/>
          <w:sz w:val="44"/>
          <w:u w:val="single"/>
        </w:rPr>
      </w:pPr>
      <w:r>
        <w:rPr>
          <w:caps/>
          <w:sz w:val="44"/>
          <w:u w:val="single"/>
        </w:rPr>
        <w:t>Vzor bankovní záruky</w:t>
      </w:r>
    </w:p>
    <w:p w:rsidR="00286C34" w:rsidRPr="00286C34" w:rsidRDefault="00286C34" w:rsidP="00286C34">
      <w:pPr>
        <w:jc w:val="left"/>
        <w:rPr>
          <w:caps/>
          <w:sz w:val="22"/>
          <w:szCs w:val="22"/>
          <w:u w:val="single"/>
        </w:rPr>
      </w:pPr>
      <w:r>
        <w:rPr>
          <w:caps/>
          <w:sz w:val="44"/>
          <w:u w:val="single"/>
        </w:rPr>
        <w:br w:type="page"/>
      </w:r>
    </w:p>
    <w:p w:rsidR="00A362ED" w:rsidRPr="00576CD9" w:rsidRDefault="00A362ED" w:rsidP="00A362ED">
      <w:pPr>
        <w:pStyle w:val="Odstavec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0" w:after="0"/>
        <w:jc w:val="center"/>
        <w:rPr>
          <w:i/>
          <w:sz w:val="22"/>
          <w:szCs w:val="22"/>
        </w:rPr>
      </w:pPr>
      <w:r w:rsidRPr="00670FDD">
        <w:rPr>
          <w:b/>
          <w:bCs/>
          <w:caps/>
          <w:sz w:val="22"/>
          <w:szCs w:val="22"/>
        </w:rPr>
        <w:lastRenderedPageBreak/>
        <w:t>VZOR BANKOVNÍ ZÁRUKY za provedení díla</w:t>
      </w:r>
    </w:p>
    <w:p w:rsidR="00A362ED" w:rsidRDefault="00A362ED" w:rsidP="00A362ED">
      <w:pPr>
        <w:overflowPunct w:val="0"/>
        <w:autoSpaceDE w:val="0"/>
        <w:autoSpaceDN w:val="0"/>
        <w:adjustRightInd w:val="0"/>
        <w:spacing w:before="120"/>
        <w:jc w:val="left"/>
        <w:textAlignment w:val="baseline"/>
        <w:rPr>
          <w:sz w:val="22"/>
          <w:szCs w:val="22"/>
        </w:rPr>
      </w:pPr>
    </w:p>
    <w:p w:rsidR="00A362ED" w:rsidRPr="00670FDD" w:rsidRDefault="00A362ED" w:rsidP="00A362ED">
      <w:pPr>
        <w:overflowPunct w:val="0"/>
        <w:autoSpaceDE w:val="0"/>
        <w:autoSpaceDN w:val="0"/>
        <w:adjustRightInd w:val="0"/>
        <w:spacing w:before="120"/>
        <w:jc w:val="left"/>
        <w:textAlignment w:val="baseline"/>
        <w:rPr>
          <w:b/>
          <w:bCs/>
          <w:sz w:val="22"/>
          <w:szCs w:val="22"/>
        </w:rPr>
      </w:pPr>
      <w:r w:rsidRPr="00670FDD">
        <w:rPr>
          <w:sz w:val="22"/>
          <w:szCs w:val="22"/>
        </w:rPr>
        <w:t xml:space="preserve">Pro: </w:t>
      </w:r>
      <w:r w:rsidRPr="00670FDD">
        <w:rPr>
          <w:sz w:val="22"/>
          <w:szCs w:val="22"/>
        </w:rPr>
        <w:tab/>
      </w:r>
      <w:r w:rsidR="006B3C93">
        <w:rPr>
          <w:rFonts w:cs="Arial"/>
          <w:b/>
          <w:sz w:val="22"/>
          <w:szCs w:val="22"/>
        </w:rPr>
        <w:t>Povodí Odry, státní podnik</w:t>
      </w:r>
    </w:p>
    <w:p w:rsidR="00A362ED" w:rsidRPr="00670FDD" w:rsidRDefault="00A362ED" w:rsidP="00A362ED">
      <w:pPr>
        <w:overflowPunct w:val="0"/>
        <w:autoSpaceDE w:val="0"/>
        <w:autoSpaceDN w:val="0"/>
        <w:adjustRightInd w:val="0"/>
        <w:spacing w:before="120"/>
        <w:jc w:val="left"/>
        <w:textAlignment w:val="baseline"/>
        <w:rPr>
          <w:sz w:val="22"/>
          <w:szCs w:val="22"/>
        </w:rPr>
      </w:pPr>
      <w:r w:rsidRPr="00670FDD">
        <w:rPr>
          <w:sz w:val="22"/>
          <w:szCs w:val="22"/>
        </w:rPr>
        <w:tab/>
      </w:r>
      <w:r w:rsidR="006B3C93">
        <w:rPr>
          <w:rFonts w:cs="Arial"/>
          <w:sz w:val="22"/>
          <w:szCs w:val="22"/>
        </w:rPr>
        <w:t>Varenská 3101/49</w:t>
      </w:r>
      <w:r w:rsidRPr="006E6A75">
        <w:rPr>
          <w:rFonts w:cs="Arial"/>
          <w:sz w:val="22"/>
          <w:szCs w:val="22"/>
        </w:rPr>
        <w:t xml:space="preserve">, </w:t>
      </w:r>
      <w:r w:rsidR="006B3C93">
        <w:rPr>
          <w:rFonts w:cs="Arial"/>
          <w:sz w:val="22"/>
          <w:szCs w:val="22"/>
        </w:rPr>
        <w:t>702 00</w:t>
      </w:r>
      <w:r w:rsidRPr="006E6A75">
        <w:rPr>
          <w:rFonts w:cs="Arial"/>
          <w:sz w:val="22"/>
          <w:szCs w:val="22"/>
        </w:rPr>
        <w:t> </w:t>
      </w:r>
      <w:r w:rsidR="006B3C93">
        <w:rPr>
          <w:rFonts w:cs="Arial"/>
          <w:sz w:val="22"/>
          <w:szCs w:val="22"/>
        </w:rPr>
        <w:t>Ostrava</w:t>
      </w:r>
    </w:p>
    <w:p w:rsidR="00A362ED" w:rsidRPr="00670FDD" w:rsidRDefault="00A362ED" w:rsidP="00A362ED">
      <w:pPr>
        <w:overflowPunct w:val="0"/>
        <w:autoSpaceDE w:val="0"/>
        <w:autoSpaceDN w:val="0"/>
        <w:adjustRightInd w:val="0"/>
        <w:spacing w:before="120"/>
        <w:jc w:val="left"/>
        <w:textAlignment w:val="baseline"/>
        <w:rPr>
          <w:sz w:val="22"/>
          <w:szCs w:val="22"/>
        </w:rPr>
      </w:pPr>
      <w:r w:rsidRPr="00670FDD">
        <w:rPr>
          <w:sz w:val="22"/>
          <w:szCs w:val="22"/>
        </w:rPr>
        <w:tab/>
        <w:t>IČ</w:t>
      </w:r>
      <w:r w:rsidR="006B3C93">
        <w:rPr>
          <w:sz w:val="22"/>
          <w:szCs w:val="22"/>
        </w:rPr>
        <w:t>O</w:t>
      </w:r>
      <w:r w:rsidRPr="00670FDD">
        <w:rPr>
          <w:sz w:val="22"/>
          <w:szCs w:val="22"/>
        </w:rPr>
        <w:t xml:space="preserve"> </w:t>
      </w:r>
      <w:bookmarkStart w:id="1" w:name="_Ec1B21609F76754158B97A9D82110DE16514"/>
      <w:r w:rsidR="006B3C93">
        <w:rPr>
          <w:rFonts w:cs="Arial"/>
          <w:sz w:val="22"/>
          <w:szCs w:val="22"/>
        </w:rPr>
        <w:t>70890021</w:t>
      </w:r>
      <w:bookmarkEnd w:id="1"/>
    </w:p>
    <w:p w:rsidR="00A362ED" w:rsidRPr="00670FDD" w:rsidRDefault="00A362ED" w:rsidP="00A362ED">
      <w:pPr>
        <w:overflowPunct w:val="0"/>
        <w:autoSpaceDE w:val="0"/>
        <w:autoSpaceDN w:val="0"/>
        <w:adjustRightInd w:val="0"/>
        <w:jc w:val="left"/>
        <w:textAlignment w:val="baseline"/>
        <w:rPr>
          <w:sz w:val="22"/>
        </w:rPr>
      </w:pPr>
    </w:p>
    <w:p w:rsidR="00A362ED" w:rsidRPr="00670FDD" w:rsidRDefault="00A362ED" w:rsidP="00A362ED">
      <w:pPr>
        <w:keepNext/>
        <w:overflowPunct w:val="0"/>
        <w:autoSpaceDE w:val="0"/>
        <w:autoSpaceDN w:val="0"/>
        <w:adjustRightInd w:val="0"/>
        <w:spacing w:before="120" w:after="120"/>
        <w:textAlignment w:val="baseline"/>
        <w:rPr>
          <w:rFonts w:cs="Arial"/>
          <w:b/>
          <w:bCs/>
          <w:kern w:val="28"/>
          <w:sz w:val="22"/>
          <w:szCs w:val="22"/>
        </w:rPr>
      </w:pPr>
      <w:r w:rsidRPr="00670FDD">
        <w:rPr>
          <w:rFonts w:cs="Arial"/>
          <w:b/>
          <w:bCs/>
          <w:kern w:val="28"/>
          <w:sz w:val="22"/>
          <w:szCs w:val="22"/>
        </w:rPr>
        <w:t>BANKOVNÍ ZÁRUKA ZA PROVEDENÍ DÍLA</w:t>
      </w:r>
    </w:p>
    <w:p w:rsidR="00A362ED" w:rsidRPr="00670FDD" w:rsidRDefault="00A362ED" w:rsidP="00A362ED">
      <w:pPr>
        <w:overflowPunct w:val="0"/>
        <w:autoSpaceDE w:val="0"/>
        <w:autoSpaceDN w:val="0"/>
        <w:adjustRightInd w:val="0"/>
        <w:jc w:val="left"/>
        <w:textAlignment w:val="baseline"/>
        <w:rPr>
          <w:sz w:val="22"/>
          <w:szCs w:val="22"/>
        </w:rPr>
      </w:pPr>
      <w:r w:rsidRPr="00670FDD">
        <w:rPr>
          <w:sz w:val="22"/>
          <w:szCs w:val="22"/>
        </w:rPr>
        <w:t>Záruční listina č.</w:t>
      </w:r>
      <w:r w:rsidRPr="00670FDD">
        <w:rPr>
          <w:sz w:val="22"/>
          <w:szCs w:val="22"/>
        </w:rPr>
        <w:tab/>
      </w:r>
      <w:r w:rsidRPr="00670FDD">
        <w:rPr>
          <w:sz w:val="22"/>
          <w:szCs w:val="22"/>
        </w:rPr>
        <w:tab/>
      </w:r>
      <w:r w:rsidRPr="00670FDD">
        <w:rPr>
          <w:sz w:val="22"/>
          <w:szCs w:val="22"/>
        </w:rPr>
        <w:tab/>
      </w:r>
      <w:r w:rsidRPr="00670FDD">
        <w:rPr>
          <w:sz w:val="22"/>
          <w:szCs w:val="22"/>
        </w:rPr>
        <w:tab/>
      </w:r>
      <w:r w:rsidRPr="00670FDD">
        <w:rPr>
          <w:sz w:val="22"/>
          <w:szCs w:val="22"/>
        </w:rPr>
        <w:tab/>
      </w:r>
      <w:r w:rsidRPr="00670FDD">
        <w:rPr>
          <w:sz w:val="22"/>
          <w:szCs w:val="22"/>
        </w:rPr>
        <w:tab/>
        <w:t>V .................... dne .……........</w:t>
      </w:r>
    </w:p>
    <w:p w:rsidR="00A362ED" w:rsidRPr="00670FDD" w:rsidRDefault="00A362ED" w:rsidP="00A362ED">
      <w:pPr>
        <w:overflowPunct w:val="0"/>
        <w:autoSpaceDE w:val="0"/>
        <w:autoSpaceDN w:val="0"/>
        <w:adjustRightInd w:val="0"/>
        <w:jc w:val="left"/>
        <w:textAlignment w:val="baseline"/>
        <w:rPr>
          <w:sz w:val="22"/>
          <w:szCs w:val="22"/>
        </w:rPr>
      </w:pPr>
    </w:p>
    <w:p w:rsidR="00A362ED" w:rsidRPr="00670FDD" w:rsidRDefault="00A362ED" w:rsidP="00A362ED">
      <w:pPr>
        <w:overflowPunct w:val="0"/>
        <w:autoSpaceDE w:val="0"/>
        <w:autoSpaceDN w:val="0"/>
        <w:adjustRightInd w:val="0"/>
        <w:jc w:val="left"/>
        <w:textAlignment w:val="baseline"/>
        <w:rPr>
          <w:sz w:val="22"/>
          <w:szCs w:val="22"/>
        </w:rPr>
      </w:pPr>
    </w:p>
    <w:p w:rsidR="00A362ED" w:rsidRPr="00670FDD" w:rsidRDefault="00A362ED" w:rsidP="00A362ED">
      <w:pPr>
        <w:overflowPunct w:val="0"/>
        <w:autoSpaceDE w:val="0"/>
        <w:autoSpaceDN w:val="0"/>
        <w:adjustRightInd w:val="0"/>
        <w:jc w:val="left"/>
        <w:textAlignment w:val="baseline"/>
        <w:rPr>
          <w:sz w:val="22"/>
          <w:szCs w:val="22"/>
        </w:rPr>
      </w:pPr>
      <w:r w:rsidRPr="00670FDD">
        <w:rPr>
          <w:sz w:val="22"/>
          <w:szCs w:val="22"/>
        </w:rPr>
        <w:t xml:space="preserve">Vzhledem k tomu, že našemu klientovi </w:t>
      </w:r>
      <w:r w:rsidRPr="00670FDD">
        <w:rPr>
          <w:i/>
          <w:iCs/>
          <w:sz w:val="22"/>
          <w:szCs w:val="22"/>
        </w:rPr>
        <w:t xml:space="preserve">(jméno a adresa </w:t>
      </w:r>
      <w:r w:rsidRPr="00D564E2">
        <w:rPr>
          <w:i/>
          <w:iCs/>
          <w:sz w:val="22"/>
          <w:szCs w:val="22"/>
        </w:rPr>
        <w:t>zhotovitele</w:t>
      </w:r>
      <w:r w:rsidRPr="00670FDD">
        <w:rPr>
          <w:i/>
          <w:iCs/>
          <w:sz w:val="22"/>
          <w:szCs w:val="22"/>
        </w:rPr>
        <w:t>) ..................</w:t>
      </w:r>
      <w:r w:rsidRPr="00670FDD">
        <w:rPr>
          <w:sz w:val="22"/>
          <w:szCs w:val="22"/>
        </w:rPr>
        <w:t>......……………….................…………………………………....................</w:t>
      </w:r>
    </w:p>
    <w:p w:rsidR="00A362ED" w:rsidRPr="00670FDD" w:rsidRDefault="00A362ED" w:rsidP="00A362ED">
      <w:pPr>
        <w:overflowPunct w:val="0"/>
        <w:autoSpaceDE w:val="0"/>
        <w:autoSpaceDN w:val="0"/>
        <w:adjustRightInd w:val="0"/>
        <w:jc w:val="left"/>
        <w:textAlignment w:val="baseline"/>
        <w:rPr>
          <w:sz w:val="22"/>
          <w:szCs w:val="22"/>
        </w:rPr>
      </w:pPr>
      <w:r w:rsidRPr="00670FDD">
        <w:rPr>
          <w:sz w:val="22"/>
          <w:szCs w:val="22"/>
        </w:rPr>
        <w:t>(dále nazývaný "</w:t>
      </w:r>
      <w:r w:rsidRPr="00D564E2">
        <w:rPr>
          <w:sz w:val="22"/>
          <w:szCs w:val="22"/>
        </w:rPr>
        <w:t>zhotovitel</w:t>
      </w:r>
      <w:r w:rsidRPr="00670FDD">
        <w:rPr>
          <w:sz w:val="22"/>
          <w:szCs w:val="22"/>
        </w:rPr>
        <w:t>")</w:t>
      </w:r>
    </w:p>
    <w:p w:rsidR="00A362ED" w:rsidRPr="00576CD9" w:rsidRDefault="00A362ED" w:rsidP="00A362ED">
      <w:pPr>
        <w:keepLines/>
        <w:spacing w:before="120" w:after="120"/>
        <w:jc w:val="both"/>
        <w:rPr>
          <w:rFonts w:cs="Arial"/>
          <w:b/>
          <w:bCs/>
          <w:sz w:val="22"/>
          <w:szCs w:val="22"/>
        </w:rPr>
      </w:pPr>
      <w:r w:rsidRPr="00670FDD">
        <w:rPr>
          <w:rFonts w:cs="Arial"/>
          <w:sz w:val="22"/>
          <w:szCs w:val="22"/>
        </w:rPr>
        <w:t xml:space="preserve">byla Vámi přidělena </w:t>
      </w:r>
      <w:r w:rsidRPr="00F72E6D">
        <w:rPr>
          <w:rFonts w:cs="Arial"/>
          <w:sz w:val="22"/>
          <w:szCs w:val="22"/>
        </w:rPr>
        <w:t xml:space="preserve">zakázka </w:t>
      </w:r>
      <w:r>
        <w:rPr>
          <w:rFonts w:cs="Arial"/>
          <w:sz w:val="22"/>
          <w:szCs w:val="22"/>
        </w:rPr>
        <w:t>„</w:t>
      </w:r>
      <w:r w:rsidR="006B3C93">
        <w:rPr>
          <w:rFonts w:cs="Arial"/>
          <w:b/>
          <w:caps/>
          <w:sz w:val="22"/>
          <w:szCs w:val="22"/>
        </w:rPr>
        <w:t>Nový řídicí systém vodohospodářského dispečinku Povodí Odry, státní podnik</w:t>
      </w:r>
      <w:r>
        <w:rPr>
          <w:b/>
          <w:sz w:val="22"/>
          <w:szCs w:val="22"/>
        </w:rPr>
        <w:t>“</w:t>
      </w:r>
      <w:r w:rsidRPr="00576CD9">
        <w:rPr>
          <w:rFonts w:cs="Arial"/>
          <w:b/>
          <w:bCs/>
          <w:sz w:val="22"/>
          <w:szCs w:val="22"/>
        </w:rPr>
        <w:t xml:space="preserve"> </w:t>
      </w:r>
    </w:p>
    <w:p w:rsidR="00A362ED" w:rsidRPr="00670FDD" w:rsidRDefault="00A362ED" w:rsidP="00A362ED">
      <w:pPr>
        <w:keepLines/>
        <w:spacing w:before="120" w:after="120"/>
        <w:jc w:val="both"/>
        <w:rPr>
          <w:rFonts w:cs="Arial"/>
          <w:sz w:val="22"/>
          <w:szCs w:val="22"/>
        </w:rPr>
      </w:pPr>
      <w:r w:rsidRPr="00670FDD">
        <w:rPr>
          <w:rFonts w:cs="Arial"/>
          <w:sz w:val="22"/>
          <w:szCs w:val="22"/>
        </w:rPr>
        <w:t xml:space="preserve">a vzhledem k tomu, že </w:t>
      </w:r>
      <w:r w:rsidRPr="00D564E2">
        <w:rPr>
          <w:rFonts w:cs="Arial"/>
          <w:sz w:val="22"/>
          <w:szCs w:val="22"/>
        </w:rPr>
        <w:t>zhotovitel</w:t>
      </w:r>
      <w:r w:rsidRPr="00670FDD">
        <w:rPr>
          <w:rFonts w:cs="Arial"/>
          <w:sz w:val="22"/>
          <w:szCs w:val="22"/>
        </w:rPr>
        <w:t xml:space="preserve"> je povinen v souladu s podmínkami stanovenými ve </w:t>
      </w:r>
      <w:r w:rsidRPr="00D564E2">
        <w:rPr>
          <w:rFonts w:cs="Arial"/>
          <w:sz w:val="22"/>
          <w:szCs w:val="22"/>
        </w:rPr>
        <w:t>smlouvě o dílo</w:t>
      </w:r>
      <w:r w:rsidRPr="00670FDD">
        <w:rPr>
          <w:rFonts w:cs="Arial"/>
          <w:sz w:val="22"/>
          <w:szCs w:val="22"/>
        </w:rPr>
        <w:t xml:space="preserve"> na provedení výše uvedené </w:t>
      </w:r>
      <w:r w:rsidRPr="00A362ED">
        <w:rPr>
          <w:rFonts w:cs="Arial"/>
          <w:sz w:val="22"/>
          <w:szCs w:val="22"/>
        </w:rPr>
        <w:t>zakázky</w:t>
      </w:r>
      <w:r w:rsidRPr="00670FDD">
        <w:rPr>
          <w:rFonts w:cs="Arial"/>
          <w:sz w:val="22"/>
          <w:szCs w:val="22"/>
        </w:rPr>
        <w:t xml:space="preserve"> poskytnout Vám bankovní záruku za provedení </w:t>
      </w:r>
      <w:r w:rsidRPr="00D564E2">
        <w:rPr>
          <w:rFonts w:cs="Arial"/>
          <w:sz w:val="22"/>
          <w:szCs w:val="22"/>
        </w:rPr>
        <w:t>díla</w:t>
      </w:r>
      <w:r w:rsidRPr="00670FDD">
        <w:rPr>
          <w:rFonts w:cs="Arial"/>
          <w:sz w:val="22"/>
          <w:szCs w:val="22"/>
        </w:rPr>
        <w:t xml:space="preserve"> na částku specifikovanou ve </w:t>
      </w:r>
      <w:r w:rsidRPr="00D564E2">
        <w:rPr>
          <w:rFonts w:cs="Arial"/>
          <w:sz w:val="22"/>
          <w:szCs w:val="22"/>
        </w:rPr>
        <w:t>smlouvě o dílo</w:t>
      </w:r>
      <w:r w:rsidRPr="00670FDD">
        <w:rPr>
          <w:rFonts w:cs="Arial"/>
          <w:sz w:val="22"/>
          <w:szCs w:val="22"/>
        </w:rPr>
        <w:t xml:space="preserve"> jako záruku za splnění všech závazků </w:t>
      </w:r>
      <w:r w:rsidRPr="00D564E2">
        <w:rPr>
          <w:rFonts w:cs="Arial"/>
          <w:sz w:val="22"/>
          <w:szCs w:val="22"/>
        </w:rPr>
        <w:t>zhotovitele</w:t>
      </w:r>
      <w:r w:rsidRPr="00670FDD">
        <w:rPr>
          <w:rFonts w:cs="Arial"/>
          <w:sz w:val="22"/>
          <w:szCs w:val="22"/>
        </w:rPr>
        <w:t xml:space="preserve"> vyplývajících z plnění </w:t>
      </w:r>
      <w:r w:rsidRPr="00D564E2">
        <w:rPr>
          <w:rFonts w:cs="Arial"/>
          <w:sz w:val="22"/>
          <w:szCs w:val="22"/>
        </w:rPr>
        <w:t>smlouvy</w:t>
      </w:r>
      <w:r w:rsidRPr="00670FDD">
        <w:rPr>
          <w:rFonts w:cs="Arial"/>
          <w:sz w:val="22"/>
          <w:szCs w:val="22"/>
        </w:rPr>
        <w:t xml:space="preserve">, uzavřené mezi Vámi a </w:t>
      </w:r>
      <w:r w:rsidRPr="00D564E2">
        <w:rPr>
          <w:rFonts w:cs="Arial"/>
          <w:sz w:val="22"/>
          <w:szCs w:val="22"/>
        </w:rPr>
        <w:t>zhotovitelem</w:t>
      </w:r>
      <w:r w:rsidRPr="00670FDD">
        <w:rPr>
          <w:rFonts w:cs="Arial"/>
          <w:sz w:val="22"/>
          <w:szCs w:val="22"/>
        </w:rPr>
        <w:t>,</w:t>
      </w:r>
    </w:p>
    <w:p w:rsidR="00A362ED" w:rsidRPr="00670FDD" w:rsidRDefault="00A362ED" w:rsidP="00A362ED">
      <w:pPr>
        <w:keepLines/>
        <w:spacing w:before="120" w:after="120"/>
        <w:jc w:val="both"/>
        <w:rPr>
          <w:rFonts w:cs="Arial"/>
          <w:sz w:val="22"/>
          <w:szCs w:val="22"/>
        </w:rPr>
      </w:pPr>
      <w:r w:rsidRPr="00670FDD">
        <w:rPr>
          <w:rFonts w:cs="Arial"/>
          <w:sz w:val="22"/>
          <w:szCs w:val="22"/>
        </w:rPr>
        <w:t xml:space="preserve">a vzhledem k tomu, že na základě žádosti zhotovitele souhlasíme s poskytnutím této bankovní záruky </w:t>
      </w:r>
      <w:r w:rsidRPr="00D564E2">
        <w:rPr>
          <w:rFonts w:cs="Arial"/>
          <w:sz w:val="22"/>
          <w:szCs w:val="22"/>
        </w:rPr>
        <w:t>zhotoviteli</w:t>
      </w:r>
      <w:r w:rsidRPr="00670FDD">
        <w:rPr>
          <w:rFonts w:cs="Arial"/>
          <w:sz w:val="22"/>
          <w:szCs w:val="22"/>
        </w:rPr>
        <w:t xml:space="preserve"> v rozsahu a za podmínek předepsaných ve </w:t>
      </w:r>
      <w:r w:rsidRPr="00D564E2">
        <w:rPr>
          <w:rFonts w:cs="Arial"/>
          <w:sz w:val="22"/>
          <w:szCs w:val="22"/>
        </w:rPr>
        <w:t>smlouvě o dílo</w:t>
      </w:r>
      <w:r w:rsidRPr="00670FDD">
        <w:rPr>
          <w:rFonts w:cs="Arial"/>
          <w:sz w:val="22"/>
          <w:szCs w:val="22"/>
        </w:rPr>
        <w:t>,</w:t>
      </w:r>
    </w:p>
    <w:p w:rsidR="00A362ED" w:rsidRPr="00670FDD" w:rsidRDefault="00A362ED" w:rsidP="00A362ED">
      <w:pPr>
        <w:keepLines/>
        <w:spacing w:before="120" w:after="120"/>
        <w:jc w:val="both"/>
        <w:rPr>
          <w:rFonts w:cs="Arial"/>
          <w:sz w:val="22"/>
          <w:szCs w:val="22"/>
        </w:rPr>
      </w:pPr>
      <w:r w:rsidRPr="00670FDD">
        <w:rPr>
          <w:rFonts w:cs="Arial"/>
          <w:sz w:val="22"/>
          <w:szCs w:val="22"/>
        </w:rPr>
        <w:t xml:space="preserve">potvrzujeme výslovně, bezpodmínečně a neodvolatelně, že tímto jsme my </w:t>
      </w:r>
    </w:p>
    <w:p w:rsidR="00A362ED" w:rsidRPr="00670FDD" w:rsidRDefault="00A362ED" w:rsidP="00A362ED">
      <w:pPr>
        <w:keepLines/>
        <w:spacing w:before="120" w:after="120"/>
        <w:jc w:val="both"/>
        <w:rPr>
          <w:rFonts w:cs="Arial"/>
          <w:sz w:val="22"/>
          <w:szCs w:val="22"/>
        </w:rPr>
      </w:pPr>
      <w:r w:rsidRPr="00670FDD">
        <w:rPr>
          <w:rFonts w:cs="Arial"/>
          <w:sz w:val="22"/>
          <w:szCs w:val="22"/>
        </w:rPr>
        <w:t>(</w:t>
      </w:r>
      <w:r w:rsidRPr="00670FDD">
        <w:rPr>
          <w:rFonts w:cs="Arial"/>
          <w:i/>
          <w:iCs/>
          <w:sz w:val="22"/>
          <w:szCs w:val="22"/>
        </w:rPr>
        <w:t>Název banky</w:t>
      </w:r>
      <w:r w:rsidRPr="00670FDD">
        <w:rPr>
          <w:rFonts w:cs="Arial"/>
          <w:sz w:val="22"/>
          <w:szCs w:val="22"/>
        </w:rPr>
        <w:t>.)................................................................................,</w:t>
      </w:r>
    </w:p>
    <w:p w:rsidR="00A362ED" w:rsidRPr="00670FDD" w:rsidRDefault="00A362ED" w:rsidP="00A362ED">
      <w:pPr>
        <w:keepLines/>
        <w:spacing w:before="120" w:after="120"/>
        <w:jc w:val="both"/>
        <w:rPr>
          <w:rFonts w:cs="Arial"/>
          <w:sz w:val="22"/>
          <w:szCs w:val="22"/>
        </w:rPr>
      </w:pPr>
      <w:r w:rsidRPr="00670FDD">
        <w:rPr>
          <w:rFonts w:cs="Arial"/>
          <w:sz w:val="22"/>
          <w:szCs w:val="22"/>
        </w:rPr>
        <w:t>mající naše registrované sídlo v .....................................................,</w:t>
      </w:r>
    </w:p>
    <w:p w:rsidR="00A362ED" w:rsidRPr="00670FDD" w:rsidRDefault="00A362ED" w:rsidP="00A362ED">
      <w:pPr>
        <w:overflowPunct w:val="0"/>
        <w:autoSpaceDE w:val="0"/>
        <w:autoSpaceDN w:val="0"/>
        <w:adjustRightInd w:val="0"/>
        <w:jc w:val="left"/>
        <w:textAlignment w:val="baseline"/>
        <w:rPr>
          <w:sz w:val="22"/>
          <w:szCs w:val="22"/>
        </w:rPr>
      </w:pPr>
      <w:r w:rsidRPr="00670FDD">
        <w:rPr>
          <w:sz w:val="22"/>
          <w:szCs w:val="22"/>
        </w:rPr>
        <w:t>(v následujícím "Banka")</w:t>
      </w:r>
    </w:p>
    <w:p w:rsidR="00A362ED" w:rsidRPr="00670FDD" w:rsidRDefault="00A362ED" w:rsidP="00A362ED">
      <w:pPr>
        <w:overflowPunct w:val="0"/>
        <w:autoSpaceDE w:val="0"/>
        <w:autoSpaceDN w:val="0"/>
        <w:adjustRightInd w:val="0"/>
        <w:spacing w:before="120"/>
        <w:jc w:val="left"/>
        <w:textAlignment w:val="baseline"/>
        <w:rPr>
          <w:rFonts w:cs="Arial"/>
          <w:sz w:val="22"/>
          <w:szCs w:val="22"/>
        </w:rPr>
      </w:pPr>
      <w:r w:rsidRPr="00670FDD">
        <w:rPr>
          <w:rFonts w:cs="Arial"/>
          <w:sz w:val="22"/>
          <w:szCs w:val="22"/>
        </w:rPr>
        <w:t xml:space="preserve">v souvislosti se smlouvou a v zastoupení zhotovitele jako jeho ručitel odpovědni vůči Vám, to je vůči </w:t>
      </w:r>
      <w:r w:rsidR="006B3C93">
        <w:rPr>
          <w:rFonts w:cs="Arial"/>
          <w:b/>
          <w:sz w:val="22"/>
          <w:szCs w:val="22"/>
        </w:rPr>
        <w:t>Povodí Odry, státní podnik</w:t>
      </w:r>
      <w:r>
        <w:rPr>
          <w:rFonts w:cs="Arial"/>
          <w:b/>
          <w:sz w:val="22"/>
          <w:szCs w:val="22"/>
        </w:rPr>
        <w:t xml:space="preserve">, </w:t>
      </w:r>
      <w:bookmarkStart w:id="2" w:name="_Ec431F71B4EDCA4FC2A79D1136256952FF316"/>
      <w:r w:rsidR="006B3C93">
        <w:rPr>
          <w:rFonts w:cs="Arial"/>
          <w:sz w:val="22"/>
          <w:szCs w:val="22"/>
        </w:rPr>
        <w:t>Varenská 3101/49</w:t>
      </w:r>
      <w:bookmarkEnd w:id="2"/>
      <w:r w:rsidR="006B3C93">
        <w:rPr>
          <w:rFonts w:cs="Arial"/>
          <w:sz w:val="22"/>
          <w:szCs w:val="22"/>
        </w:rPr>
        <w:t xml:space="preserve">, </w:t>
      </w:r>
      <w:r w:rsidRPr="006E6A75">
        <w:rPr>
          <w:rFonts w:cs="Arial"/>
          <w:sz w:val="22"/>
          <w:szCs w:val="22"/>
        </w:rPr>
        <w:t> </w:t>
      </w:r>
      <w:bookmarkStart w:id="3" w:name="_Ec431F71B4EDCA4FC2A79D1136256952FF317"/>
      <w:r w:rsidR="006B3C93">
        <w:rPr>
          <w:rFonts w:cs="Arial"/>
          <w:sz w:val="22"/>
          <w:szCs w:val="22"/>
        </w:rPr>
        <w:t>702 00</w:t>
      </w:r>
      <w:bookmarkEnd w:id="3"/>
      <w:r w:rsidR="006B3C93" w:rsidRPr="006E6A75">
        <w:rPr>
          <w:rFonts w:cs="Arial"/>
          <w:sz w:val="22"/>
          <w:szCs w:val="22"/>
        </w:rPr>
        <w:t> </w:t>
      </w:r>
      <w:bookmarkStart w:id="4" w:name="_Ec431F71B4EDCA4FC2A79D1136256952FF318"/>
      <w:r w:rsidR="006B3C93">
        <w:rPr>
          <w:rFonts w:cs="Arial"/>
          <w:sz w:val="22"/>
          <w:szCs w:val="22"/>
        </w:rPr>
        <w:t>Ostrava</w:t>
      </w:r>
      <w:bookmarkEnd w:id="4"/>
      <w:r w:rsidRPr="00670FDD">
        <w:rPr>
          <w:rFonts w:cs="Arial"/>
          <w:sz w:val="22"/>
          <w:szCs w:val="22"/>
        </w:rPr>
        <w:t>, Česká republika, částkou až do celkové výše:</w:t>
      </w:r>
    </w:p>
    <w:p w:rsidR="00A362ED" w:rsidRPr="00670FDD" w:rsidRDefault="00A362ED" w:rsidP="00A362ED">
      <w:pPr>
        <w:keepLines/>
        <w:spacing w:after="120"/>
        <w:jc w:val="both"/>
        <w:rPr>
          <w:rFonts w:cs="Arial"/>
          <w:i/>
          <w:iCs/>
          <w:sz w:val="22"/>
          <w:szCs w:val="22"/>
        </w:rPr>
      </w:pPr>
      <w:r w:rsidRPr="00670FDD">
        <w:rPr>
          <w:rFonts w:cs="Arial"/>
          <w:i/>
          <w:iCs/>
          <w:sz w:val="22"/>
          <w:szCs w:val="22"/>
        </w:rPr>
        <w:t>.........................- Kč (slovy:............................................  Kč)</w:t>
      </w:r>
    </w:p>
    <w:p w:rsidR="00A362ED" w:rsidRPr="00670FDD" w:rsidRDefault="00A362ED" w:rsidP="00A362ED">
      <w:pPr>
        <w:keepLines/>
        <w:spacing w:before="120" w:after="120"/>
        <w:jc w:val="both"/>
        <w:rPr>
          <w:rFonts w:cs="Arial"/>
          <w:sz w:val="22"/>
        </w:rPr>
      </w:pPr>
      <w:r w:rsidRPr="00670FDD">
        <w:rPr>
          <w:rFonts w:cs="Arial"/>
          <w:sz w:val="22"/>
          <w:szCs w:val="22"/>
        </w:rPr>
        <w:t xml:space="preserve">a zavazujeme se zaplatit Vám bez jakékoliv námitky a bez zkoumání právního vztahu mezi Vámi a </w:t>
      </w:r>
      <w:r w:rsidRPr="00D564E2">
        <w:rPr>
          <w:rFonts w:cs="Arial"/>
          <w:sz w:val="22"/>
          <w:szCs w:val="22"/>
        </w:rPr>
        <w:t>zhotovitelem</w:t>
      </w:r>
      <w:r w:rsidRPr="00670FDD">
        <w:rPr>
          <w:rFonts w:cs="Arial"/>
          <w:sz w:val="22"/>
          <w:szCs w:val="22"/>
        </w:rPr>
        <w:t>, na základě Vašeho prvního písemného požadavku, jakoukoliv částku nebo částky až do celkové výše shora uvedené, aniž budete muset zdůvodňovat Váš požadavek na částku v něm uvedenou</w:t>
      </w:r>
      <w:r w:rsidRPr="00670FDD">
        <w:rPr>
          <w:rFonts w:cs="Arial"/>
          <w:sz w:val="22"/>
        </w:rPr>
        <w:t>, a to do 10 kalendářních dnů po obdržení písemného požadavku.</w:t>
      </w:r>
    </w:p>
    <w:p w:rsidR="00A362ED" w:rsidRPr="00670FDD" w:rsidRDefault="00A362ED" w:rsidP="00A362ED">
      <w:pPr>
        <w:keepLines/>
        <w:spacing w:before="120" w:after="120"/>
        <w:jc w:val="both"/>
        <w:rPr>
          <w:rFonts w:cs="Arial"/>
          <w:sz w:val="22"/>
          <w:szCs w:val="22"/>
        </w:rPr>
      </w:pPr>
      <w:r w:rsidRPr="00670FDD">
        <w:rPr>
          <w:rFonts w:cs="Arial"/>
          <w:sz w:val="22"/>
          <w:szCs w:val="22"/>
        </w:rPr>
        <w:t xml:space="preserve">Tímto se zříkáme vymáhání pohledávky u </w:t>
      </w:r>
      <w:r w:rsidRPr="00D564E2">
        <w:rPr>
          <w:rFonts w:cs="Arial"/>
          <w:sz w:val="22"/>
          <w:szCs w:val="22"/>
        </w:rPr>
        <w:t>zhotovitele</w:t>
      </w:r>
      <w:r w:rsidRPr="00670FDD">
        <w:rPr>
          <w:rFonts w:cs="Arial"/>
          <w:sz w:val="22"/>
          <w:szCs w:val="22"/>
        </w:rPr>
        <w:t xml:space="preserve"> před splněním Vašeho požadavku. Dále souhlasíme, že žádná změna, doplněk nebo úprava podmínek </w:t>
      </w:r>
      <w:r w:rsidRPr="00D564E2">
        <w:rPr>
          <w:rFonts w:cs="Arial"/>
          <w:sz w:val="22"/>
          <w:szCs w:val="22"/>
        </w:rPr>
        <w:t>smlouvy</w:t>
      </w:r>
      <w:r w:rsidRPr="00670FDD">
        <w:rPr>
          <w:rFonts w:cs="Arial"/>
          <w:sz w:val="22"/>
          <w:szCs w:val="22"/>
        </w:rPr>
        <w:t xml:space="preserve"> nebo </w:t>
      </w:r>
      <w:r w:rsidRPr="00D564E2">
        <w:rPr>
          <w:rFonts w:cs="Arial"/>
          <w:sz w:val="22"/>
          <w:szCs w:val="22"/>
        </w:rPr>
        <w:t>díla</w:t>
      </w:r>
      <w:r w:rsidRPr="00670FDD">
        <w:rPr>
          <w:rFonts w:cs="Arial"/>
          <w:sz w:val="22"/>
          <w:szCs w:val="22"/>
        </w:rPr>
        <w:t xml:space="preserve">, které mají být realizovány, nebo jakýchkoliv </w:t>
      </w:r>
      <w:r w:rsidRPr="00D564E2">
        <w:rPr>
          <w:rFonts w:cs="Arial"/>
          <w:sz w:val="22"/>
          <w:szCs w:val="22"/>
        </w:rPr>
        <w:t>dokumentů smlouvy</w:t>
      </w:r>
      <w:r w:rsidRPr="00670FDD">
        <w:rPr>
          <w:rFonts w:cs="Arial"/>
          <w:sz w:val="22"/>
          <w:szCs w:val="22"/>
        </w:rPr>
        <w:t xml:space="preserve">, které mohou být uzavřeny mezi Vámi a </w:t>
      </w:r>
      <w:r w:rsidRPr="00D564E2">
        <w:rPr>
          <w:rFonts w:cs="Arial"/>
          <w:sz w:val="22"/>
          <w:szCs w:val="22"/>
        </w:rPr>
        <w:t>zhotovitelem</w:t>
      </w:r>
      <w:r w:rsidRPr="00670FDD">
        <w:rPr>
          <w:rFonts w:cs="Arial"/>
          <w:sz w:val="22"/>
          <w:szCs w:val="22"/>
        </w:rPr>
        <w:t>, nás nemohou v žádném případě zbavit naší jakékoliv odpovědnosti vyplývající z této záruky, a že se tímto zříkáme jakéhokoliv oznámení jakékoliv takové změny, doplňku nebo úpravy.</w:t>
      </w:r>
    </w:p>
    <w:p w:rsidR="00A362ED" w:rsidRPr="00670FDD" w:rsidRDefault="00A362ED" w:rsidP="00A362ED">
      <w:pPr>
        <w:keepLines/>
        <w:spacing w:before="120" w:after="120"/>
        <w:jc w:val="both"/>
        <w:rPr>
          <w:rFonts w:cs="Arial"/>
          <w:sz w:val="22"/>
          <w:szCs w:val="22"/>
        </w:rPr>
      </w:pPr>
      <w:r w:rsidRPr="00670FDD">
        <w:rPr>
          <w:rFonts w:cs="Arial"/>
          <w:sz w:val="22"/>
          <w:szCs w:val="22"/>
        </w:rPr>
        <w:t xml:space="preserve">Bez ohledu na jakákoliv práva, která by zhotovitel měl vůči Vám, nebo na žalobu, kterou by proti Vám podal u jakéhokoliv soudu, Vaše písemná žádost bude pro nás dostačujícím důkazem, že platba je podle ustanovení </w:t>
      </w:r>
      <w:r w:rsidRPr="00D564E2">
        <w:rPr>
          <w:rFonts w:cs="Arial"/>
          <w:sz w:val="22"/>
          <w:szCs w:val="22"/>
        </w:rPr>
        <w:t>smlouvy</w:t>
      </w:r>
      <w:r w:rsidRPr="00670FDD">
        <w:rPr>
          <w:rFonts w:cs="Arial"/>
          <w:sz w:val="22"/>
          <w:szCs w:val="22"/>
        </w:rPr>
        <w:t>, a bude pro nás závazná.</w:t>
      </w:r>
    </w:p>
    <w:p w:rsidR="00A362ED" w:rsidRPr="00670FDD" w:rsidRDefault="00A362ED" w:rsidP="00A362ED">
      <w:pPr>
        <w:keepLines/>
        <w:spacing w:before="120" w:after="120"/>
        <w:jc w:val="left"/>
        <w:rPr>
          <w:rFonts w:cs="Arial"/>
          <w:sz w:val="22"/>
          <w:szCs w:val="22"/>
        </w:rPr>
      </w:pPr>
      <w:r w:rsidRPr="00670FDD">
        <w:rPr>
          <w:rFonts w:cs="Arial"/>
          <w:sz w:val="22"/>
          <w:szCs w:val="22"/>
        </w:rPr>
        <w:lastRenderedPageBreak/>
        <w:t>Tato záruka se řídí právem České republiky a je platná</w:t>
      </w:r>
      <w:r w:rsidRPr="00670FDD">
        <w:rPr>
          <w:rFonts w:cs="Arial"/>
          <w:i/>
          <w:iCs/>
          <w:sz w:val="22"/>
          <w:szCs w:val="22"/>
        </w:rPr>
        <w:t xml:space="preserve"> do doby ....................................................., tj. do…………….</w:t>
      </w:r>
      <w:r w:rsidRPr="00D564E2">
        <w:rPr>
          <w:rFonts w:cs="Arial"/>
          <w:i/>
          <w:iCs/>
          <w:sz w:val="22"/>
          <w:szCs w:val="22"/>
        </w:rPr>
        <w:t>,</w:t>
      </w:r>
      <w:r w:rsidRPr="00670FDD">
        <w:rPr>
          <w:rFonts w:cs="Arial"/>
          <w:sz w:val="22"/>
          <w:szCs w:val="22"/>
        </w:rPr>
        <w:t xml:space="preserve"> přičemž Vaše žádost nám musí být doručena na výše uvedenou adresu nejpozději v poslední den platnosti záruky. </w:t>
      </w:r>
    </w:p>
    <w:p w:rsidR="00A362ED" w:rsidRPr="00670FDD" w:rsidRDefault="00A362ED" w:rsidP="00A362ED">
      <w:pPr>
        <w:keepLines/>
        <w:spacing w:before="120" w:after="120"/>
        <w:jc w:val="both"/>
        <w:rPr>
          <w:rFonts w:cs="Arial"/>
          <w:sz w:val="22"/>
          <w:szCs w:val="22"/>
        </w:rPr>
      </w:pPr>
    </w:p>
    <w:p w:rsidR="00A362ED" w:rsidRPr="00670FDD" w:rsidRDefault="00A362ED" w:rsidP="00A362ED">
      <w:pPr>
        <w:keepLines/>
        <w:spacing w:before="120" w:after="120"/>
        <w:jc w:val="both"/>
        <w:rPr>
          <w:rFonts w:cs="Arial"/>
          <w:sz w:val="22"/>
          <w:szCs w:val="22"/>
        </w:rPr>
      </w:pPr>
    </w:p>
    <w:p w:rsidR="00A362ED" w:rsidRPr="00670FDD" w:rsidRDefault="00A362ED" w:rsidP="00A362ED">
      <w:pPr>
        <w:keepLines/>
        <w:spacing w:before="120" w:after="120"/>
        <w:jc w:val="both"/>
        <w:rPr>
          <w:rFonts w:cs="Arial"/>
          <w:sz w:val="22"/>
          <w:szCs w:val="22"/>
        </w:rPr>
      </w:pPr>
      <w:r w:rsidRPr="00670FDD">
        <w:rPr>
          <w:rFonts w:cs="Arial"/>
          <w:sz w:val="22"/>
          <w:szCs w:val="22"/>
        </w:rPr>
        <w:t xml:space="preserve">Po vypršení lhůty platnosti této záruky zůstává v platnosti náš závazek platit z této záruky pro ty částky, jejichž zaplacení jste si od nás vyžádali během doby platnosti a které námi v této době nebyly zaplaceny. </w:t>
      </w:r>
    </w:p>
    <w:p w:rsidR="00A362ED" w:rsidRPr="00670FDD" w:rsidRDefault="00A362ED" w:rsidP="00A362ED">
      <w:pPr>
        <w:keepLines/>
        <w:spacing w:before="120" w:after="120"/>
        <w:jc w:val="both"/>
        <w:rPr>
          <w:rFonts w:cs="Arial"/>
          <w:sz w:val="22"/>
        </w:rPr>
      </w:pPr>
      <w:r w:rsidRPr="00670FDD">
        <w:rPr>
          <w:rFonts w:cs="Arial"/>
          <w:sz w:val="22"/>
        </w:rPr>
        <w:t>Současně potvrzujeme, že ke dni vystavení této záruky dosahujeme „long term rating“ na úrovni ………….dle agentury……………</w:t>
      </w:r>
    </w:p>
    <w:p w:rsidR="00A362ED" w:rsidRPr="00670FDD" w:rsidRDefault="00A362ED" w:rsidP="00A362ED">
      <w:pPr>
        <w:keepLines/>
        <w:spacing w:before="120" w:after="120"/>
        <w:jc w:val="both"/>
        <w:rPr>
          <w:rFonts w:cs="Arial"/>
          <w:sz w:val="22"/>
          <w:szCs w:val="22"/>
        </w:rPr>
      </w:pPr>
    </w:p>
    <w:p w:rsidR="00A362ED" w:rsidRPr="00670FDD" w:rsidRDefault="00A362ED" w:rsidP="00A362ED">
      <w:pPr>
        <w:overflowPunct w:val="0"/>
        <w:autoSpaceDE w:val="0"/>
        <w:autoSpaceDN w:val="0"/>
        <w:adjustRightInd w:val="0"/>
        <w:spacing w:line="360" w:lineRule="atLeast"/>
        <w:ind w:right="-6"/>
        <w:jc w:val="both"/>
        <w:textAlignment w:val="baseline"/>
        <w:rPr>
          <w:rFonts w:cs="Arial"/>
          <w:sz w:val="22"/>
          <w:szCs w:val="22"/>
        </w:rPr>
      </w:pPr>
    </w:p>
    <w:p w:rsidR="00A362ED" w:rsidRPr="00670FDD" w:rsidRDefault="00A362ED" w:rsidP="00A362ED">
      <w:pPr>
        <w:overflowPunct w:val="0"/>
        <w:autoSpaceDE w:val="0"/>
        <w:autoSpaceDN w:val="0"/>
        <w:adjustRightInd w:val="0"/>
        <w:spacing w:line="360" w:lineRule="atLeast"/>
        <w:ind w:right="-6"/>
        <w:jc w:val="both"/>
        <w:textAlignment w:val="baseline"/>
        <w:rPr>
          <w:rFonts w:cs="Arial"/>
          <w:sz w:val="22"/>
          <w:szCs w:val="22"/>
        </w:rPr>
      </w:pPr>
    </w:p>
    <w:p w:rsidR="00A362ED" w:rsidRPr="00670FDD" w:rsidRDefault="00A362ED" w:rsidP="00A362ED">
      <w:pPr>
        <w:overflowPunct w:val="0"/>
        <w:autoSpaceDE w:val="0"/>
        <w:autoSpaceDN w:val="0"/>
        <w:adjustRightInd w:val="0"/>
        <w:spacing w:line="360" w:lineRule="atLeast"/>
        <w:ind w:right="-6"/>
        <w:jc w:val="both"/>
        <w:textAlignment w:val="baseline"/>
        <w:rPr>
          <w:rFonts w:cs="Arial"/>
          <w:sz w:val="22"/>
          <w:szCs w:val="22"/>
        </w:rPr>
      </w:pPr>
    </w:p>
    <w:p w:rsidR="00A362ED" w:rsidRPr="00670FDD" w:rsidRDefault="00A362ED" w:rsidP="00A362ED">
      <w:pPr>
        <w:overflowPunct w:val="0"/>
        <w:autoSpaceDE w:val="0"/>
        <w:autoSpaceDN w:val="0"/>
        <w:adjustRightInd w:val="0"/>
        <w:spacing w:line="360" w:lineRule="atLeast"/>
        <w:ind w:right="-6"/>
        <w:jc w:val="left"/>
        <w:textAlignment w:val="baseline"/>
        <w:rPr>
          <w:rFonts w:cs="Arial"/>
          <w:sz w:val="22"/>
          <w:szCs w:val="22"/>
        </w:rPr>
      </w:pPr>
      <w:r w:rsidRPr="00670FDD">
        <w:rPr>
          <w:rFonts w:cs="Arial"/>
          <w:sz w:val="22"/>
          <w:szCs w:val="22"/>
        </w:rPr>
        <w:t>.............................................</w:t>
      </w:r>
    </w:p>
    <w:p w:rsidR="00A362ED" w:rsidRDefault="00A362ED" w:rsidP="00A362ED">
      <w:pPr>
        <w:overflowPunct w:val="0"/>
        <w:autoSpaceDE w:val="0"/>
        <w:autoSpaceDN w:val="0"/>
        <w:adjustRightInd w:val="0"/>
        <w:jc w:val="left"/>
        <w:textAlignment w:val="baseline"/>
        <w:rPr>
          <w:sz w:val="22"/>
          <w:szCs w:val="22"/>
        </w:rPr>
      </w:pPr>
      <w:r w:rsidRPr="00670FDD">
        <w:rPr>
          <w:sz w:val="22"/>
          <w:szCs w:val="22"/>
        </w:rPr>
        <w:t>(Razítko a podpis banky)</w:t>
      </w:r>
    </w:p>
    <w:p w:rsidR="00F807D7" w:rsidRPr="00E406B3" w:rsidRDefault="00F807D7" w:rsidP="00F807D7">
      <w:pPr>
        <w:pStyle w:val="Odstavec"/>
        <w:spacing w:before="0" w:after="0"/>
        <w:jc w:val="both"/>
        <w:rPr>
          <w:sz w:val="22"/>
          <w:szCs w:val="22"/>
        </w:rPr>
      </w:pPr>
    </w:p>
    <w:p w:rsidR="002E106F" w:rsidRDefault="002E106F" w:rsidP="00F807D7">
      <w:pPr>
        <w:pStyle w:val="Odstavec"/>
        <w:spacing w:before="0"/>
        <w:jc w:val="both"/>
      </w:pPr>
    </w:p>
    <w:sectPr w:rsidR="002E106F" w:rsidSect="001846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680" w:bottom="1134" w:left="1701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5CE" w:rsidRDefault="000E15CE">
      <w:r>
        <w:separator/>
      </w:r>
    </w:p>
  </w:endnote>
  <w:endnote w:type="continuationSeparator" w:id="0">
    <w:p w:rsidR="000E15CE" w:rsidRDefault="000E1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D" w:rsidRDefault="00B26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277" w:rsidRDefault="00EA5277" w:rsidP="00DD4619">
    <w:pPr>
      <w:pStyle w:val="Zpat"/>
      <w:tabs>
        <w:tab w:val="clear" w:pos="9356"/>
        <w:tab w:val="right" w:pos="9639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4E5369">
      <w:rPr>
        <w:rStyle w:val="slostrnky"/>
        <w:b/>
        <w:noProof/>
      </w:rPr>
      <w:t>3</w:t>
    </w:r>
    <w:r>
      <w:rPr>
        <w:rStyle w:val="slostrnky"/>
        <w:b/>
      </w:rPr>
      <w:fldChar w:fldCharType="end"/>
    </w:r>
    <w:r>
      <w:rPr>
        <w:rStyle w:val="slostrnky"/>
        <w:b/>
      </w:rPr>
      <w:t xml:space="preserve"> </w:t>
    </w:r>
    <w:r>
      <w:rPr>
        <w:rStyle w:val="slostrnky"/>
      </w:rPr>
      <w:t xml:space="preserve">/ </w:t>
    </w:r>
    <w:r w:rsidR="005D69B1">
      <w:rPr>
        <w:rStyle w:val="slostrnky"/>
        <w:noProof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D" w:rsidRDefault="00B2648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5CE" w:rsidRDefault="000E15CE">
      <w:r>
        <w:separator/>
      </w:r>
    </w:p>
  </w:footnote>
  <w:footnote w:type="continuationSeparator" w:id="0">
    <w:p w:rsidR="000E15CE" w:rsidRDefault="000E1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D" w:rsidRDefault="00B26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8EB" w:rsidRDefault="007D58EB" w:rsidP="00AE543B">
    <w:pPr>
      <w:pStyle w:val="Zhlav"/>
      <w:pBdr>
        <w:bottom w:val="none" w:sz="0" w:space="0" w:color="auto"/>
      </w:pBdr>
      <w:jc w:val="left"/>
    </w:pPr>
  </w:p>
  <w:tbl>
    <w:tblPr>
      <w:tblW w:w="0" w:type="auto"/>
      <w:tblInd w:w="4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68"/>
      <w:gridCol w:w="5046"/>
      <w:gridCol w:w="2268"/>
    </w:tblGrid>
    <w:tr w:rsidR="00C52A9B" w:rsidRPr="00C71055" w:rsidTr="00AE543B">
      <w:tc>
        <w:tcPr>
          <w:tcW w:w="2268" w:type="dxa"/>
        </w:tcPr>
        <w:p w:rsidR="00C52A9B" w:rsidRPr="00C71055" w:rsidRDefault="00C52A9B" w:rsidP="00C75FEB">
          <w:pPr>
            <w:spacing w:before="60" w:after="60"/>
            <w:rPr>
              <w:smallCaps/>
              <w:sz w:val="18"/>
              <w:szCs w:val="18"/>
            </w:rPr>
          </w:pPr>
          <w:r w:rsidRPr="00C71055">
            <w:rPr>
              <w:smallCaps/>
              <w:sz w:val="18"/>
              <w:szCs w:val="18"/>
            </w:rPr>
            <w:t>objednatel</w:t>
          </w:r>
        </w:p>
        <w:p w:rsidR="00C52A9B" w:rsidRPr="00C71055" w:rsidRDefault="006B3C93" w:rsidP="00C75FEB">
          <w:pPr>
            <w:rPr>
              <w:b/>
              <w:sz w:val="18"/>
              <w:szCs w:val="18"/>
            </w:rPr>
          </w:pPr>
          <w:bookmarkStart w:id="5" w:name="_Ec1B21609F76754158B97A9D82110DE1659"/>
          <w:r>
            <w:rPr>
              <w:b/>
              <w:sz w:val="18"/>
              <w:szCs w:val="18"/>
            </w:rPr>
            <w:t>Povodí Odry, státní podnik</w:t>
          </w:r>
          <w:bookmarkEnd w:id="5"/>
        </w:p>
      </w:tc>
      <w:tc>
        <w:tcPr>
          <w:tcW w:w="5046" w:type="dxa"/>
          <w:vMerge w:val="restart"/>
          <w:vAlign w:val="center"/>
        </w:tcPr>
        <w:p w:rsidR="00C52A9B" w:rsidRPr="002660F9" w:rsidRDefault="006B3C93" w:rsidP="00C75FEB">
          <w:pPr>
            <w:spacing w:before="40" w:after="40"/>
            <w:rPr>
              <w:rFonts w:cs="Arial"/>
              <w:caps/>
              <w:sz w:val="18"/>
              <w:szCs w:val="18"/>
            </w:rPr>
          </w:pPr>
          <w:bookmarkStart w:id="6" w:name="_Ec1B21609F76754158B97A9D82110DE1653"/>
          <w:r>
            <w:rPr>
              <w:rFonts w:cs="Arial"/>
              <w:caps/>
              <w:sz w:val="18"/>
              <w:szCs w:val="18"/>
            </w:rPr>
            <w:t>Nový řídicí systém vodohospodářského dispečinku Povodí Odry, státní podnik</w:t>
          </w:r>
          <w:bookmarkEnd w:id="6"/>
        </w:p>
        <w:p w:rsidR="00C52A9B" w:rsidRPr="00C71055" w:rsidRDefault="00AE543B" w:rsidP="00C75FEB">
          <w:pPr>
            <w:spacing w:before="40" w:after="40"/>
            <w:rPr>
              <w:b/>
              <w:caps/>
              <w:sz w:val="18"/>
              <w:szCs w:val="18"/>
            </w:rPr>
          </w:pPr>
          <w:r w:rsidRPr="00C71055">
            <w:rPr>
              <w:b/>
              <w:sz w:val="18"/>
              <w:szCs w:val="18"/>
            </w:rPr>
            <w:t>Návrh</w:t>
          </w:r>
          <w:r w:rsidRPr="00C71055">
            <w:rPr>
              <w:sz w:val="18"/>
              <w:szCs w:val="18"/>
            </w:rPr>
            <w:t xml:space="preserve"> </w:t>
          </w:r>
          <w:r w:rsidRPr="00C71055">
            <w:rPr>
              <w:b/>
              <w:sz w:val="18"/>
              <w:szCs w:val="18"/>
            </w:rPr>
            <w:t>smlouvy</w:t>
          </w:r>
          <w:r w:rsidRPr="00C71055">
            <w:rPr>
              <w:sz w:val="18"/>
              <w:szCs w:val="18"/>
            </w:rPr>
            <w:t xml:space="preserve"> </w:t>
          </w:r>
          <w:r w:rsidRPr="00C71055">
            <w:rPr>
              <w:b/>
              <w:sz w:val="18"/>
              <w:szCs w:val="18"/>
            </w:rPr>
            <w:t>o</w:t>
          </w:r>
          <w:r w:rsidRPr="00C71055">
            <w:rPr>
              <w:sz w:val="18"/>
              <w:szCs w:val="18"/>
            </w:rPr>
            <w:t xml:space="preserve"> </w:t>
          </w:r>
          <w:r w:rsidRPr="00C71055">
            <w:rPr>
              <w:b/>
              <w:sz w:val="18"/>
              <w:szCs w:val="18"/>
            </w:rPr>
            <w:t>dílo</w:t>
          </w:r>
        </w:p>
        <w:p w:rsidR="00C52A9B" w:rsidRPr="00C71055" w:rsidRDefault="00C52A9B" w:rsidP="006B3C93">
          <w:pPr>
            <w:spacing w:before="40" w:after="40"/>
            <w:rPr>
              <w:caps/>
              <w:sz w:val="18"/>
              <w:szCs w:val="18"/>
            </w:rPr>
          </w:pPr>
          <w:r w:rsidRPr="00C71055">
            <w:rPr>
              <w:sz w:val="18"/>
              <w:szCs w:val="18"/>
            </w:rPr>
            <w:t xml:space="preserve">Příloha </w:t>
          </w:r>
          <w:r w:rsidR="006B3C93">
            <w:rPr>
              <w:sz w:val="18"/>
              <w:szCs w:val="18"/>
            </w:rPr>
            <w:t>4</w:t>
          </w:r>
          <w:r w:rsidRPr="00C71055">
            <w:rPr>
              <w:sz w:val="18"/>
              <w:szCs w:val="18"/>
            </w:rPr>
            <w:t xml:space="preserve"> – </w:t>
          </w:r>
          <w:bookmarkStart w:id="7" w:name="_Ec"/>
          <w:r w:rsidR="003257B3" w:rsidRPr="00C71055">
            <w:rPr>
              <w:sz w:val="18"/>
              <w:szCs w:val="18"/>
            </w:rPr>
            <w:t>Vzor bankovní záruky</w:t>
          </w:r>
          <w:bookmarkEnd w:id="7"/>
        </w:p>
      </w:tc>
      <w:tc>
        <w:tcPr>
          <w:tcW w:w="2268" w:type="dxa"/>
        </w:tcPr>
        <w:p w:rsidR="00C52A9B" w:rsidRPr="00C71055" w:rsidRDefault="00C52A9B" w:rsidP="00C75FEB">
          <w:pPr>
            <w:spacing w:before="60" w:after="60"/>
            <w:rPr>
              <w:smallCaps/>
              <w:sz w:val="18"/>
              <w:szCs w:val="18"/>
            </w:rPr>
          </w:pPr>
          <w:r w:rsidRPr="00C71055">
            <w:rPr>
              <w:smallCaps/>
              <w:sz w:val="18"/>
              <w:szCs w:val="18"/>
            </w:rPr>
            <w:t>zhotovitel</w:t>
          </w:r>
        </w:p>
        <w:p w:rsidR="00C52A9B" w:rsidRPr="00C71055" w:rsidRDefault="00C52A9B" w:rsidP="00C75FEB">
          <w:pPr>
            <w:spacing w:before="60" w:after="60"/>
            <w:rPr>
              <w:sz w:val="18"/>
              <w:szCs w:val="18"/>
            </w:rPr>
          </w:pPr>
          <w:r w:rsidRPr="00C71055">
            <w:rPr>
              <w:sz w:val="18"/>
              <w:szCs w:val="18"/>
            </w:rPr>
            <w:t>..............................</w:t>
          </w:r>
        </w:p>
      </w:tc>
    </w:tr>
    <w:tr w:rsidR="00C52A9B" w:rsidRPr="00C71055" w:rsidTr="00AE543B">
      <w:tc>
        <w:tcPr>
          <w:tcW w:w="2268" w:type="dxa"/>
          <w:vAlign w:val="center"/>
        </w:tcPr>
        <w:p w:rsidR="00C52A9B" w:rsidRPr="00C71055" w:rsidRDefault="00C52A9B" w:rsidP="00C71055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  <w:szCs w:val="18"/>
            </w:rPr>
          </w:pPr>
          <w:r w:rsidRPr="00C71055">
            <w:rPr>
              <w:sz w:val="18"/>
              <w:szCs w:val="18"/>
            </w:rPr>
            <w:t xml:space="preserve">Ev. č.: </w:t>
          </w:r>
          <w:sdt>
            <w:sdtPr>
              <w:rPr>
                <w:sz w:val="18"/>
                <w:szCs w:val="18"/>
              </w:rPr>
              <w:alias w:val="EvČObjednatele (nevázaný)"/>
              <w:tag w:val="{1B21609F-7675-4158-B97A-9D82110DE165}:68"/>
              <w:id w:val="-1952470589"/>
              <w:placeholder>
                <w:docPart w:val="9746A916251D432E8D956BE30A2EE60C"/>
              </w:placeholder>
              <w:text/>
            </w:sdtPr>
            <w:sdtEndPr/>
            <w:sdtContent>
              <w:r w:rsidR="006B3C93">
                <w:rPr>
                  <w:sz w:val="18"/>
                  <w:szCs w:val="18"/>
                </w:rPr>
                <w:t>…</w:t>
              </w:r>
            </w:sdtContent>
          </w:sdt>
        </w:p>
      </w:tc>
      <w:tc>
        <w:tcPr>
          <w:tcW w:w="5046" w:type="dxa"/>
          <w:vMerge/>
          <w:vAlign w:val="center"/>
        </w:tcPr>
        <w:p w:rsidR="00C52A9B" w:rsidRPr="00C71055" w:rsidRDefault="00C52A9B" w:rsidP="00C75FEB">
          <w:pPr>
            <w:tabs>
              <w:tab w:val="center" w:pos="4536"/>
              <w:tab w:val="right" w:pos="9072"/>
            </w:tabs>
            <w:spacing w:before="20" w:after="20"/>
            <w:rPr>
              <w:sz w:val="18"/>
              <w:szCs w:val="18"/>
            </w:rPr>
          </w:pPr>
        </w:p>
      </w:tc>
      <w:tc>
        <w:tcPr>
          <w:tcW w:w="2268" w:type="dxa"/>
          <w:vAlign w:val="center"/>
        </w:tcPr>
        <w:p w:rsidR="00C52A9B" w:rsidRPr="00C71055" w:rsidRDefault="00C52A9B" w:rsidP="00C71055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  <w:szCs w:val="18"/>
            </w:rPr>
          </w:pPr>
          <w:r w:rsidRPr="00C71055">
            <w:rPr>
              <w:sz w:val="18"/>
              <w:szCs w:val="18"/>
            </w:rPr>
            <w:t>Ev. č.:</w:t>
          </w:r>
          <w:r w:rsidR="00D17546" w:rsidRPr="00C71055">
            <w:rPr>
              <w:sz w:val="18"/>
              <w:szCs w:val="18"/>
            </w:rPr>
            <w:t xml:space="preserve"> </w:t>
          </w:r>
          <w:bookmarkStart w:id="8" w:name="_Ec1B21609F76754158B97A9D82110DE16569"/>
          <w:r w:rsidR="006B3C93">
            <w:rPr>
              <w:sz w:val="18"/>
              <w:szCs w:val="18"/>
            </w:rPr>
            <w:t>…</w:t>
          </w:r>
          <w:bookmarkEnd w:id="8"/>
        </w:p>
      </w:tc>
    </w:tr>
  </w:tbl>
  <w:p w:rsidR="00C52A9B" w:rsidRDefault="00C52A9B">
    <w:pPr>
      <w:pStyle w:val="Zhlav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48D" w:rsidRDefault="00B2648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ůvodníDatumPosledníModifikace" w:val="10. 3. 2011 15:24:00"/>
    <w:docVar w:name="PůvodníNázevSouboru" w:val="D3_Příloha 07-Seznam subdodavatelů.doc"/>
    <w:docVar w:name="PůvodníVelikostSouboru" w:val="37888"/>
  </w:docVars>
  <w:rsids>
    <w:rsidRoot w:val="00DE7236"/>
    <w:rsid w:val="00002F2E"/>
    <w:rsid w:val="0000690B"/>
    <w:rsid w:val="0002064B"/>
    <w:rsid w:val="00037FEA"/>
    <w:rsid w:val="0004232D"/>
    <w:rsid w:val="00055B8E"/>
    <w:rsid w:val="00080B7D"/>
    <w:rsid w:val="000B67D7"/>
    <w:rsid w:val="000C17E5"/>
    <w:rsid w:val="000C7246"/>
    <w:rsid w:val="000E15CE"/>
    <w:rsid w:val="000E2678"/>
    <w:rsid w:val="001124A5"/>
    <w:rsid w:val="00123A50"/>
    <w:rsid w:val="0014494F"/>
    <w:rsid w:val="00151EE4"/>
    <w:rsid w:val="001578D1"/>
    <w:rsid w:val="001639B1"/>
    <w:rsid w:val="001739DE"/>
    <w:rsid w:val="001846D5"/>
    <w:rsid w:val="0018753F"/>
    <w:rsid w:val="001963B5"/>
    <w:rsid w:val="001D4A56"/>
    <w:rsid w:val="001F1B40"/>
    <w:rsid w:val="001F1C6B"/>
    <w:rsid w:val="00216CB2"/>
    <w:rsid w:val="002204DB"/>
    <w:rsid w:val="002240A7"/>
    <w:rsid w:val="002253B2"/>
    <w:rsid w:val="00240B1C"/>
    <w:rsid w:val="0024380C"/>
    <w:rsid w:val="002660F9"/>
    <w:rsid w:val="00272A71"/>
    <w:rsid w:val="00286C34"/>
    <w:rsid w:val="002A4646"/>
    <w:rsid w:val="002B052E"/>
    <w:rsid w:val="002C456A"/>
    <w:rsid w:val="002D1A82"/>
    <w:rsid w:val="002D3A46"/>
    <w:rsid w:val="002D6C7F"/>
    <w:rsid w:val="002E106F"/>
    <w:rsid w:val="002E51D1"/>
    <w:rsid w:val="002F49F7"/>
    <w:rsid w:val="003257B3"/>
    <w:rsid w:val="00337588"/>
    <w:rsid w:val="00340DD3"/>
    <w:rsid w:val="00347505"/>
    <w:rsid w:val="00375913"/>
    <w:rsid w:val="003926D0"/>
    <w:rsid w:val="003C2459"/>
    <w:rsid w:val="003D0380"/>
    <w:rsid w:val="003D1421"/>
    <w:rsid w:val="003F4909"/>
    <w:rsid w:val="004143B4"/>
    <w:rsid w:val="004257D9"/>
    <w:rsid w:val="004547FF"/>
    <w:rsid w:val="00460A79"/>
    <w:rsid w:val="00491F1E"/>
    <w:rsid w:val="004A047D"/>
    <w:rsid w:val="004E5369"/>
    <w:rsid w:val="004E6024"/>
    <w:rsid w:val="0051061B"/>
    <w:rsid w:val="005132D1"/>
    <w:rsid w:val="00520554"/>
    <w:rsid w:val="005227A9"/>
    <w:rsid w:val="00536779"/>
    <w:rsid w:val="00596A1D"/>
    <w:rsid w:val="005A40AA"/>
    <w:rsid w:val="005D69B1"/>
    <w:rsid w:val="005E0D03"/>
    <w:rsid w:val="00620F97"/>
    <w:rsid w:val="00623B36"/>
    <w:rsid w:val="0062683D"/>
    <w:rsid w:val="00630EB5"/>
    <w:rsid w:val="00632DE3"/>
    <w:rsid w:val="00674B33"/>
    <w:rsid w:val="006B3C93"/>
    <w:rsid w:val="006E54E2"/>
    <w:rsid w:val="00735BAC"/>
    <w:rsid w:val="00757A0B"/>
    <w:rsid w:val="00776A42"/>
    <w:rsid w:val="007904BF"/>
    <w:rsid w:val="00797F73"/>
    <w:rsid w:val="007D58EB"/>
    <w:rsid w:val="007F097A"/>
    <w:rsid w:val="007F500E"/>
    <w:rsid w:val="008023C2"/>
    <w:rsid w:val="00823552"/>
    <w:rsid w:val="00823D5C"/>
    <w:rsid w:val="008715C3"/>
    <w:rsid w:val="00881161"/>
    <w:rsid w:val="008A2568"/>
    <w:rsid w:val="008A4C40"/>
    <w:rsid w:val="008D1812"/>
    <w:rsid w:val="008D1F75"/>
    <w:rsid w:val="008F3BAE"/>
    <w:rsid w:val="008F5B2A"/>
    <w:rsid w:val="00925043"/>
    <w:rsid w:val="00944CE6"/>
    <w:rsid w:val="009906B1"/>
    <w:rsid w:val="009A7103"/>
    <w:rsid w:val="009C769F"/>
    <w:rsid w:val="009E5633"/>
    <w:rsid w:val="009F2750"/>
    <w:rsid w:val="009F5069"/>
    <w:rsid w:val="00A061F1"/>
    <w:rsid w:val="00A07F4A"/>
    <w:rsid w:val="00A148C1"/>
    <w:rsid w:val="00A32B3F"/>
    <w:rsid w:val="00A34951"/>
    <w:rsid w:val="00A362ED"/>
    <w:rsid w:val="00A37E30"/>
    <w:rsid w:val="00A50AF4"/>
    <w:rsid w:val="00A54CFA"/>
    <w:rsid w:val="00A636DC"/>
    <w:rsid w:val="00A66ED0"/>
    <w:rsid w:val="00A9693F"/>
    <w:rsid w:val="00AC7A88"/>
    <w:rsid w:val="00AE543B"/>
    <w:rsid w:val="00B01508"/>
    <w:rsid w:val="00B04ACD"/>
    <w:rsid w:val="00B166C8"/>
    <w:rsid w:val="00B17577"/>
    <w:rsid w:val="00B2648D"/>
    <w:rsid w:val="00B3353A"/>
    <w:rsid w:val="00B33E45"/>
    <w:rsid w:val="00B422DE"/>
    <w:rsid w:val="00B87702"/>
    <w:rsid w:val="00C0777B"/>
    <w:rsid w:val="00C10D05"/>
    <w:rsid w:val="00C32583"/>
    <w:rsid w:val="00C50EBB"/>
    <w:rsid w:val="00C52A9B"/>
    <w:rsid w:val="00C53439"/>
    <w:rsid w:val="00C62AF1"/>
    <w:rsid w:val="00C64C86"/>
    <w:rsid w:val="00C66DA9"/>
    <w:rsid w:val="00C71055"/>
    <w:rsid w:val="00C82802"/>
    <w:rsid w:val="00CC0728"/>
    <w:rsid w:val="00CE2B5C"/>
    <w:rsid w:val="00CF7F89"/>
    <w:rsid w:val="00D0072A"/>
    <w:rsid w:val="00D17546"/>
    <w:rsid w:val="00D373FA"/>
    <w:rsid w:val="00D44CFB"/>
    <w:rsid w:val="00D6420A"/>
    <w:rsid w:val="00D72F65"/>
    <w:rsid w:val="00DD4619"/>
    <w:rsid w:val="00DD73EE"/>
    <w:rsid w:val="00DE7236"/>
    <w:rsid w:val="00E3500E"/>
    <w:rsid w:val="00E46451"/>
    <w:rsid w:val="00E47BDF"/>
    <w:rsid w:val="00E72FB2"/>
    <w:rsid w:val="00E82786"/>
    <w:rsid w:val="00E972A4"/>
    <w:rsid w:val="00EA4C3B"/>
    <w:rsid w:val="00EA5277"/>
    <w:rsid w:val="00EC530F"/>
    <w:rsid w:val="00ED0EFF"/>
    <w:rsid w:val="00F01D14"/>
    <w:rsid w:val="00F044B9"/>
    <w:rsid w:val="00F1097A"/>
    <w:rsid w:val="00F341CD"/>
    <w:rsid w:val="00F41ED7"/>
    <w:rsid w:val="00F507DB"/>
    <w:rsid w:val="00F807D7"/>
    <w:rsid w:val="00F8595E"/>
    <w:rsid w:val="00FB0C1B"/>
    <w:rsid w:val="00FC5C98"/>
    <w:rsid w:val="00FF2F74"/>
    <w:rsid w:val="00FF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itulek">
    <w:name w:val="caption"/>
    <w:basedOn w:val="Normln"/>
    <w:next w:val="Normln"/>
    <w:qFormat/>
    <w:pPr>
      <w:spacing w:before="360" w:after="120" w:line="360" w:lineRule="atLeast"/>
      <w:jc w:val="left"/>
    </w:pPr>
    <w:rPr>
      <w:b/>
      <w:u w:val="single"/>
    </w:rPr>
  </w:style>
  <w:style w:type="paragraph" w:styleId="Textbubliny">
    <w:name w:val="Balloon Text"/>
    <w:basedOn w:val="Normln"/>
    <w:semiHidden/>
    <w:rsid w:val="00623B36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D1754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itulek">
    <w:name w:val="caption"/>
    <w:basedOn w:val="Normln"/>
    <w:next w:val="Normln"/>
    <w:qFormat/>
    <w:pPr>
      <w:spacing w:before="360" w:after="120" w:line="360" w:lineRule="atLeast"/>
      <w:jc w:val="left"/>
    </w:pPr>
    <w:rPr>
      <w:b/>
      <w:u w:val="single"/>
    </w:rPr>
  </w:style>
  <w:style w:type="paragraph" w:styleId="Textbubliny">
    <w:name w:val="Balloon Text"/>
    <w:basedOn w:val="Normln"/>
    <w:semiHidden/>
    <w:rsid w:val="00623B36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D175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8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issl\AppData\Roaming\Microsoft\Word\Po%20spu&#353;t&#283;n&#237;\TvorbaObsahu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746A916251D432E8D956BE30A2EE6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140A9-B9EB-41F0-8012-92B3AA1DF811}"/>
      </w:docPartPr>
      <w:docPartBody>
        <w:p w:rsidR="00000000" w:rsidRDefault="00E170AE">
          <w:r w:rsidRPr="00CF7495">
            <w:rPr>
              <w:rStyle w:val="Zstupntext"/>
            </w:rPr>
            <w:t>Vložit EvČObjednatele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16E"/>
    <w:rsid w:val="000B1371"/>
    <w:rsid w:val="001D52FB"/>
    <w:rsid w:val="001E4019"/>
    <w:rsid w:val="002076AE"/>
    <w:rsid w:val="002415B9"/>
    <w:rsid w:val="002A0AFC"/>
    <w:rsid w:val="002C3682"/>
    <w:rsid w:val="004A6A48"/>
    <w:rsid w:val="004B6684"/>
    <w:rsid w:val="004D583B"/>
    <w:rsid w:val="00637B45"/>
    <w:rsid w:val="006757D8"/>
    <w:rsid w:val="007C4B6E"/>
    <w:rsid w:val="007C7467"/>
    <w:rsid w:val="007D2EDF"/>
    <w:rsid w:val="0089177C"/>
    <w:rsid w:val="0090053D"/>
    <w:rsid w:val="0094700C"/>
    <w:rsid w:val="009926A4"/>
    <w:rsid w:val="009B216E"/>
    <w:rsid w:val="00B1780B"/>
    <w:rsid w:val="00C66994"/>
    <w:rsid w:val="00DF59B1"/>
    <w:rsid w:val="00E03A57"/>
    <w:rsid w:val="00E07947"/>
    <w:rsid w:val="00E170AE"/>
    <w:rsid w:val="00F0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0AE"/>
    <w:rPr>
      <w:color w:val="808080"/>
    </w:rPr>
  </w:style>
  <w:style w:type="paragraph" w:customStyle="1" w:styleId="32FABB2F08904355BE057B80D5B04856">
    <w:name w:val="32FABB2F08904355BE057B80D5B04856"/>
    <w:rsid w:val="007C4B6E"/>
  </w:style>
  <w:style w:type="paragraph" w:customStyle="1" w:styleId="2A86B749A60B4EBD80E6CA02658CD588">
    <w:name w:val="2A86B749A60B4EBD80E6CA02658CD588"/>
    <w:rsid w:val="007C4B6E"/>
  </w:style>
  <w:style w:type="paragraph" w:customStyle="1" w:styleId="F06F07F030A64B22B98FE7943D6A8007">
    <w:name w:val="F06F07F030A64B22B98FE7943D6A8007"/>
    <w:rsid w:val="009926A4"/>
  </w:style>
  <w:style w:type="paragraph" w:customStyle="1" w:styleId="E750413891C74D19B95CD428FEDCCA84">
    <w:name w:val="E750413891C74D19B95CD428FEDCCA84"/>
    <w:rsid w:val="009926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0AE"/>
    <w:rPr>
      <w:color w:val="808080"/>
    </w:rPr>
  </w:style>
  <w:style w:type="paragraph" w:customStyle="1" w:styleId="32FABB2F08904355BE057B80D5B04856">
    <w:name w:val="32FABB2F08904355BE057B80D5B04856"/>
    <w:rsid w:val="007C4B6E"/>
  </w:style>
  <w:style w:type="paragraph" w:customStyle="1" w:styleId="2A86B749A60B4EBD80E6CA02658CD588">
    <w:name w:val="2A86B749A60B4EBD80E6CA02658CD588"/>
    <w:rsid w:val="007C4B6E"/>
  </w:style>
  <w:style w:type="paragraph" w:customStyle="1" w:styleId="F06F07F030A64B22B98FE7943D6A8007">
    <w:name w:val="F06F07F030A64B22B98FE7943D6A8007"/>
    <w:rsid w:val="009926A4"/>
  </w:style>
  <w:style w:type="paragraph" w:customStyle="1" w:styleId="E750413891C74D19B95CD428FEDCCA84">
    <w:name w:val="E750413891C74D19B95CD428FEDCCA84"/>
    <w:rsid w:val="009926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TvorbaObsahu</Template>
  <TotalTime>2</TotalTime>
  <Pages>3</Pages>
  <Words>446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 Snížení emisí v Ostrově - Teplofikace 3.2 etapa a rekonstrukce pěti VS</vt:lpstr>
    </vt:vector>
  </TitlesOfParts>
  <Company>E-Consult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bankovní záruky</dc:title>
  <dc:subject>NOVÝ ŘÍDICÍ SYSTÉM VODOHOSPODÁŘSKÉHO DISPEČINKU POVODÍ ODRY, STÁTNÍ PODNIK</dc:subject>
  <dc:creator>E-Consult, s.r.o.</dc:creator>
  <cp:lastModifiedBy>Jiří Švarc</cp:lastModifiedBy>
  <cp:revision>7</cp:revision>
  <cp:lastPrinted>2013-12-27T14:06:00Z</cp:lastPrinted>
  <dcterms:created xsi:type="dcterms:W3CDTF">2016-12-19T16:22:00Z</dcterms:created>
  <dcterms:modified xsi:type="dcterms:W3CDTF">2017-02-09T09:24:00Z</dcterms:modified>
</cp:coreProperties>
</file>